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05235E" w:rsidP="00A4605B">
      <w:pPr>
        <w:ind w:left="360"/>
        <w:rPr>
          <w:b/>
          <w:lang w:val="es-VE"/>
        </w:rPr>
      </w:pPr>
      <w:r>
        <w:rPr>
          <w:b/>
        </w:rPr>
        <w:t xml:space="preserve"> </w:t>
      </w:r>
      <w:r w:rsidR="00D46535">
        <w:rPr>
          <w:b/>
        </w:rPr>
        <w:t xml:space="preserve"> </w:t>
      </w:r>
      <w:r w:rsidR="00207BCB"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9B0B5F" w:rsidRDefault="000D48C3" w:rsidP="00A4605B">
      <w:pPr>
        <w:ind w:left="360"/>
        <w:rPr>
          <w:b/>
        </w:rPr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BD208E">
        <w:t>28</w:t>
      </w:r>
      <w:r w:rsidRPr="003531DB">
        <w:t xml:space="preserve"> Low </w:t>
      </w:r>
      <w:r w:rsidR="00BD208E">
        <w:t>22</w:t>
      </w:r>
      <w:r w:rsidR="00A859AA">
        <w:t xml:space="preserve">,   </w:t>
      </w:r>
      <w:r w:rsidR="009D0C8A" w:rsidRPr="00D3012E">
        <w:t xml:space="preserve"> </w:t>
      </w:r>
      <w:r w:rsidR="00BD208E">
        <w:t>85</w:t>
      </w:r>
      <w:r w:rsidR="00D3012E" w:rsidRPr="00D3012E">
        <w:t xml:space="preserve"> -</w:t>
      </w:r>
      <w:r w:rsidR="00BD208E">
        <w:t xml:space="preserve"> 90</w:t>
      </w:r>
      <w:r w:rsidR="009E62FC" w:rsidRPr="00D3012E">
        <w:t>%</w:t>
      </w:r>
      <w:r w:rsidR="009E62FC">
        <w:t xml:space="preserve"> </w:t>
      </w:r>
      <w:r w:rsidR="003F4010">
        <w:t>Humidity</w:t>
      </w:r>
      <w:r w:rsidR="00124F40">
        <w:t>;</w:t>
      </w:r>
      <w:r w:rsidR="002D471E">
        <w:t xml:space="preserve">  </w:t>
      </w: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Jose Isaya</w:t>
      </w:r>
      <w:r>
        <w:tab/>
      </w:r>
      <w:r>
        <w:tab/>
      </w:r>
      <w:r>
        <w:tab/>
      </w:r>
      <w:r w:rsidR="00BF74A3">
        <w:t>Logistics Assistant</w:t>
      </w:r>
      <w:r w:rsidR="00106045">
        <w:tab/>
      </w:r>
      <w:r w:rsidR="00106045">
        <w:tab/>
      </w:r>
      <w:r w:rsidR="00106045">
        <w:tab/>
        <w:t>0416 402 2202</w:t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Henry</w:t>
      </w:r>
      <w:r>
        <w:tab/>
      </w:r>
      <w:r>
        <w:tab/>
      </w:r>
      <w:r>
        <w:tab/>
        <w:t>Electrical Superintendent</w:t>
      </w:r>
      <w:r>
        <w:tab/>
      </w:r>
      <w:r>
        <w:tab/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t>General Items:</w:t>
      </w:r>
      <w:r>
        <w:rPr>
          <w:b/>
        </w:rPr>
        <w:t xml:space="preserve"> </w:t>
      </w:r>
    </w:p>
    <w:p w:rsidR="00DD543A" w:rsidRDefault="00DD543A" w:rsidP="00D46535"/>
    <w:p w:rsidR="001A29A1" w:rsidRDefault="00DD543A" w:rsidP="00936B01">
      <w:pPr>
        <w:numPr>
          <w:ilvl w:val="0"/>
          <w:numId w:val="36"/>
        </w:numPr>
        <w:ind w:left="360"/>
      </w:pPr>
      <w:r>
        <w:t xml:space="preserve">National Guard quarters </w:t>
      </w:r>
      <w:r w:rsidR="00E621EC">
        <w:t>R</w:t>
      </w:r>
      <w:r w:rsidR="00D340FF">
        <w:t>efurbis</w:t>
      </w:r>
      <w:r w:rsidR="00E71465">
        <w:t>hment: Latrine plumbing leaks repaired. Sink and gas line still on punchlist.</w:t>
      </w:r>
    </w:p>
    <w:p w:rsidR="00316D3A" w:rsidRDefault="00E71465" w:rsidP="00D340FF">
      <w:pPr>
        <w:numPr>
          <w:ilvl w:val="0"/>
          <w:numId w:val="36"/>
        </w:numPr>
        <w:ind w:left="360"/>
      </w:pPr>
      <w:r>
        <w:t>Site curbs cleaned and painted north to guard house complete.</w:t>
      </w:r>
    </w:p>
    <w:p w:rsidR="00DA224D" w:rsidRDefault="00D340FF" w:rsidP="00D340FF">
      <w:pPr>
        <w:numPr>
          <w:ilvl w:val="0"/>
          <w:numId w:val="36"/>
        </w:numPr>
        <w:ind w:left="360"/>
      </w:pPr>
      <w:r>
        <w:t>Contai</w:t>
      </w:r>
      <w:r w:rsidR="00E71465">
        <w:t xml:space="preserve">ners </w:t>
      </w:r>
      <w:r>
        <w:t xml:space="preserve"> moved to warehouse to make room for the h</w:t>
      </w:r>
      <w:r w:rsidR="00E71465">
        <w:t>eavy load equipment due late this week.</w:t>
      </w:r>
    </w:p>
    <w:p w:rsidR="00F30BC7" w:rsidRDefault="00F30BC7" w:rsidP="004E1CEE">
      <w:pPr>
        <w:numPr>
          <w:ilvl w:val="0"/>
          <w:numId w:val="36"/>
        </w:numPr>
        <w:ind w:left="360"/>
      </w:pPr>
      <w:r>
        <w:t>Main Con</w:t>
      </w:r>
      <w:r w:rsidR="00E71465">
        <w:t>trol Room began forms and rebar work.</w:t>
      </w:r>
    </w:p>
    <w:p w:rsidR="00F30BC7" w:rsidRDefault="00F30BC7" w:rsidP="00D340FF">
      <w:pPr>
        <w:ind w:left="360"/>
      </w:pPr>
    </w:p>
    <w:p w:rsidR="00DD543A" w:rsidRDefault="00DD543A" w:rsidP="00A4605B">
      <w:pPr>
        <w:ind w:left="360"/>
      </w:pPr>
    </w:p>
    <w:p w:rsidR="004834E8" w:rsidRDefault="004834E8" w:rsidP="0003299A">
      <w:pPr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05235E" w:rsidP="00A4605B">
      <w:pPr>
        <w:ind w:left="360"/>
        <w:rPr>
          <w:b/>
        </w:rPr>
      </w:pPr>
    </w:p>
    <w:p w:rsidR="0005235E" w:rsidRDefault="006E5471" w:rsidP="0005235E">
      <w:pPr>
        <w:ind w:left="360"/>
        <w:rPr>
          <w:b/>
        </w:rPr>
      </w:pPr>
      <w:r>
        <w:rPr>
          <w:b/>
        </w:rPr>
        <w:t>Action Items:</w:t>
      </w:r>
    </w:p>
    <w:p w:rsidR="0005235E" w:rsidRDefault="0005235E" w:rsidP="00A4605B">
      <w:pPr>
        <w:ind w:left="360"/>
        <w:rPr>
          <w:b/>
        </w:rPr>
      </w:pPr>
    </w:p>
    <w:p w:rsidR="000C4F63" w:rsidRPr="00353166" w:rsidRDefault="0003299A" w:rsidP="0003299A">
      <w:pPr>
        <w:rPr>
          <w:b/>
        </w:rPr>
      </w:pPr>
      <w:r>
        <w:rPr>
          <w:b/>
        </w:rPr>
        <w:t xml:space="preserve">  </w:t>
      </w:r>
    </w:p>
    <w:p w:rsidR="000C4F63" w:rsidRPr="004834E8" w:rsidRDefault="000C4F63" w:rsidP="0086538E">
      <w:pPr>
        <w:numPr>
          <w:ilvl w:val="0"/>
          <w:numId w:val="33"/>
        </w:numPr>
        <w:ind w:left="360"/>
        <w:rPr>
          <w:b/>
        </w:rPr>
      </w:pPr>
      <w:r>
        <w:t>Unit Aux Transformer Foundation and coordinates required</w:t>
      </w:r>
      <w:r w:rsidR="00DA224D">
        <w:t>.</w:t>
      </w:r>
    </w:p>
    <w:p w:rsidR="004834E8" w:rsidRPr="00BD208E" w:rsidRDefault="004834E8" w:rsidP="0086538E">
      <w:pPr>
        <w:numPr>
          <w:ilvl w:val="0"/>
          <w:numId w:val="33"/>
        </w:numPr>
        <w:ind w:left="360"/>
        <w:rPr>
          <w:b/>
        </w:rPr>
      </w:pPr>
      <w:r>
        <w:t>Main Control room forms being installed</w:t>
      </w:r>
      <w:r w:rsidR="00AC0AE5">
        <w:t xml:space="preserve"> and rebar being installed</w:t>
      </w:r>
      <w:r>
        <w:t>.</w:t>
      </w:r>
    </w:p>
    <w:p w:rsidR="00DA224D" w:rsidRPr="00BD208E" w:rsidRDefault="00BD208E" w:rsidP="00BD208E">
      <w:pPr>
        <w:numPr>
          <w:ilvl w:val="0"/>
          <w:numId w:val="33"/>
        </w:numPr>
        <w:ind w:left="360"/>
        <w:rPr>
          <w:b/>
        </w:rPr>
      </w:pPr>
      <w:r>
        <w:t>Under ground duct bank work continues near unit 100.</w:t>
      </w:r>
    </w:p>
    <w:p w:rsidR="00FD2AF5" w:rsidRPr="008A327B" w:rsidRDefault="00FD2AF5" w:rsidP="00FD2AF5">
      <w:pPr>
        <w:ind w:left="360"/>
        <w:rPr>
          <w:b/>
        </w:rPr>
      </w:pPr>
    </w:p>
    <w:p w:rsidR="00192800" w:rsidRPr="00936B01" w:rsidRDefault="00DD543A" w:rsidP="00936B01">
      <w:pPr>
        <w:ind w:left="360"/>
        <w:rPr>
          <w:b/>
        </w:rPr>
      </w:pPr>
      <w:r>
        <w:rPr>
          <w:b/>
        </w:rPr>
        <w:t xml:space="preserve">Civil:  </w:t>
      </w:r>
    </w:p>
    <w:p w:rsidR="004834E8" w:rsidRDefault="004834E8" w:rsidP="004834E8">
      <w:pPr>
        <w:ind w:left="360"/>
      </w:pPr>
    </w:p>
    <w:p w:rsidR="00157FE3" w:rsidRDefault="00106345" w:rsidP="00BD208E">
      <w:pPr>
        <w:numPr>
          <w:ilvl w:val="0"/>
          <w:numId w:val="34"/>
        </w:numPr>
        <w:ind w:left="360"/>
      </w:pPr>
      <w:r>
        <w:t xml:space="preserve">National </w:t>
      </w:r>
      <w:r w:rsidR="00106B68">
        <w:t>G</w:t>
      </w:r>
      <w:r>
        <w:t xml:space="preserve">uard </w:t>
      </w:r>
      <w:r w:rsidR="007B7588">
        <w:t>Q</w:t>
      </w:r>
      <w:r>
        <w:t xml:space="preserve">uarters </w:t>
      </w:r>
      <w:r w:rsidR="007B7588">
        <w:t>R</w:t>
      </w:r>
      <w:r>
        <w:t>efurbishment</w:t>
      </w:r>
      <w:r w:rsidR="00A131CF">
        <w:t xml:space="preserve">:  </w:t>
      </w:r>
      <w:r w:rsidR="00F374E8">
        <w:t>Overall completion at 9</w:t>
      </w:r>
      <w:r w:rsidR="00E71465">
        <w:t>8</w:t>
      </w:r>
      <w:r w:rsidR="00F374E8">
        <w:t>%’</w:t>
      </w:r>
      <w:r w:rsidR="001B1B02">
        <w:t>.</w:t>
      </w:r>
      <w:r w:rsidR="006652B7">
        <w:t>currently at stand still</w:t>
      </w:r>
      <w:r w:rsidR="00E71465">
        <w:t xml:space="preserve"> for completion of punch list items.</w:t>
      </w:r>
    </w:p>
    <w:p w:rsidR="00F30BC7" w:rsidRDefault="004834E8" w:rsidP="00BD208E">
      <w:pPr>
        <w:numPr>
          <w:ilvl w:val="0"/>
          <w:numId w:val="34"/>
        </w:numPr>
        <w:ind w:left="360"/>
      </w:pPr>
      <w:r>
        <w:t xml:space="preserve">Cleaning of roadway began </w:t>
      </w:r>
      <w:r w:rsidR="00AC0AE5">
        <w:t xml:space="preserve">2Aug and </w:t>
      </w:r>
      <w:r w:rsidR="00A449CC">
        <w:t>is</w:t>
      </w:r>
      <w:r w:rsidR="00AC0AE5">
        <w:t xml:space="preserve"> on</w:t>
      </w:r>
      <w:r w:rsidR="00A449CC">
        <w:t>-</w:t>
      </w:r>
      <w:r w:rsidR="00AC0AE5">
        <w:t>going</w:t>
      </w:r>
      <w:r w:rsidR="00A449CC">
        <w:t>.</w:t>
      </w:r>
      <w:r>
        <w:t xml:space="preserve"> </w:t>
      </w:r>
    </w:p>
    <w:p w:rsidR="00BD208E" w:rsidRDefault="00F30BC7" w:rsidP="0003299A">
      <w:pPr>
        <w:numPr>
          <w:ilvl w:val="0"/>
          <w:numId w:val="34"/>
        </w:numPr>
        <w:ind w:left="360"/>
      </w:pPr>
      <w:r>
        <w:t>GSU 100 &amp; 200 back fill complete.</w:t>
      </w:r>
      <w:r w:rsidR="004834E8">
        <w:t xml:space="preserve"> </w:t>
      </w:r>
    </w:p>
    <w:p w:rsidR="004834E8" w:rsidRDefault="00D340FF" w:rsidP="0003299A">
      <w:pPr>
        <w:numPr>
          <w:ilvl w:val="0"/>
          <w:numId w:val="34"/>
        </w:numPr>
        <w:ind w:left="360"/>
      </w:pPr>
      <w:r>
        <w:t>Control Room 100 to begin backfill.</w:t>
      </w:r>
      <w:r w:rsidR="004834E8">
        <w:t xml:space="preserve">                                           </w:t>
      </w:r>
    </w:p>
    <w:p w:rsidR="006510B5" w:rsidRPr="006510B5" w:rsidRDefault="006510B5" w:rsidP="006510B5">
      <w:pPr>
        <w:rPr>
          <w:b/>
        </w:rPr>
      </w:pPr>
    </w:p>
    <w:p w:rsidR="004834E8" w:rsidRDefault="00141564" w:rsidP="00664965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1D6B21" w:rsidRPr="008910A6" w:rsidRDefault="00141564" w:rsidP="0003299A">
      <w:pPr>
        <w:rPr>
          <w:b/>
        </w:rPr>
      </w:pPr>
      <w:r w:rsidRPr="00316D3A">
        <w:rPr>
          <w:b/>
        </w:rPr>
        <w:t xml:space="preserve">  </w:t>
      </w:r>
    </w:p>
    <w:p w:rsidR="00316D3A" w:rsidRPr="008910A6" w:rsidRDefault="000D6489" w:rsidP="0074137B">
      <w:pPr>
        <w:numPr>
          <w:ilvl w:val="0"/>
          <w:numId w:val="34"/>
        </w:numPr>
        <w:ind w:left="360"/>
        <w:rPr>
          <w:b/>
        </w:rPr>
      </w:pPr>
      <w:r>
        <w:t xml:space="preserve">Unit 300 and Unit 400 GSU:  </w:t>
      </w:r>
      <w:r w:rsidR="00651AC3">
        <w:t xml:space="preserve">Poured Base </w:t>
      </w:r>
    </w:p>
    <w:p w:rsidR="004E1CEE" w:rsidRPr="004E1CEE" w:rsidRDefault="00A05513" w:rsidP="0074137B">
      <w:pPr>
        <w:numPr>
          <w:ilvl w:val="0"/>
          <w:numId w:val="34"/>
        </w:numPr>
        <w:ind w:left="360"/>
        <w:rPr>
          <w:b/>
        </w:rPr>
      </w:pPr>
      <w:r>
        <w:t>Control room</w:t>
      </w:r>
      <w:r w:rsidR="00D340FF">
        <w:t xml:space="preserve"> 200 piers poured</w:t>
      </w:r>
    </w:p>
    <w:p w:rsidR="00DA224D" w:rsidRPr="00263D9E" w:rsidRDefault="004E1CEE" w:rsidP="00263D9E">
      <w:pPr>
        <w:numPr>
          <w:ilvl w:val="0"/>
          <w:numId w:val="34"/>
        </w:numPr>
        <w:ind w:left="360"/>
        <w:rPr>
          <w:b/>
        </w:rPr>
      </w:pPr>
      <w:r>
        <w:t>Control room 100</w:t>
      </w:r>
      <w:r w:rsidR="00A05513">
        <w:t>.</w:t>
      </w:r>
      <w:r w:rsidR="007F2247">
        <w:t>piers poure</w:t>
      </w:r>
      <w:r w:rsidR="00D340FF">
        <w:t>d</w:t>
      </w:r>
    </w:p>
    <w:p w:rsidR="00375BCB" w:rsidRPr="00375BCB" w:rsidRDefault="00E71465" w:rsidP="0074137B">
      <w:pPr>
        <w:numPr>
          <w:ilvl w:val="0"/>
          <w:numId w:val="34"/>
        </w:numPr>
        <w:ind w:left="360"/>
        <w:rPr>
          <w:b/>
        </w:rPr>
      </w:pPr>
      <w:r>
        <w:t>GSU 100 containment wall strip forms paint, nd back fill.</w:t>
      </w:r>
    </w:p>
    <w:p w:rsidR="00375BCB" w:rsidRPr="00DA224D" w:rsidRDefault="00742588" w:rsidP="0074137B">
      <w:pPr>
        <w:numPr>
          <w:ilvl w:val="0"/>
          <w:numId w:val="34"/>
        </w:numPr>
        <w:ind w:left="360"/>
        <w:rPr>
          <w:b/>
        </w:rPr>
      </w:pPr>
      <w:r>
        <w:t>Main Con</w:t>
      </w:r>
      <w:r w:rsidR="00E71465">
        <w:t>trol Warehouse begin forming and rebar..</w:t>
      </w:r>
    </w:p>
    <w:p w:rsidR="00F73F05" w:rsidRPr="00F73F05" w:rsidRDefault="00DA224D" w:rsidP="00DA224D">
      <w:pPr>
        <w:ind w:left="360"/>
        <w:rPr>
          <w:b/>
        </w:rPr>
      </w:pPr>
      <w:r>
        <w:t xml:space="preserve"> </w:t>
      </w:r>
    </w:p>
    <w:p w:rsidR="00377A1F" w:rsidRDefault="00125E3E" w:rsidP="000D6489">
      <w:pPr>
        <w:ind w:left="360"/>
        <w:rPr>
          <w:b/>
        </w:rPr>
      </w:pPr>
      <w:r>
        <w:rPr>
          <w:b/>
        </w:rPr>
        <w:t xml:space="preserve">Mechanical: </w:t>
      </w:r>
    </w:p>
    <w:p w:rsidR="00375BCB" w:rsidRDefault="00375BCB" w:rsidP="000D6489">
      <w:pPr>
        <w:ind w:left="360"/>
        <w:rPr>
          <w:b/>
        </w:rPr>
      </w:pPr>
    </w:p>
    <w:p w:rsidR="00141564" w:rsidRDefault="006113E4" w:rsidP="00377A1F">
      <w:pPr>
        <w:numPr>
          <w:ilvl w:val="0"/>
          <w:numId w:val="37"/>
        </w:numPr>
        <w:ind w:left="360"/>
        <w:rPr>
          <w:b/>
        </w:rPr>
      </w:pPr>
      <w:r>
        <w:t xml:space="preserve">Waiting on quote from </w:t>
      </w:r>
      <w:r w:rsidR="005410F0">
        <w:t>tank fabrication vendor f</w:t>
      </w:r>
      <w:r>
        <w:t xml:space="preserve">rom site visit meeting. </w:t>
      </w:r>
      <w:r w:rsidR="00141564">
        <w:rPr>
          <w:b/>
        </w:rPr>
        <w:t xml:space="preserve"> 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A4605B">
      <w:pPr>
        <w:ind w:left="360"/>
        <w:rPr>
          <w:b/>
        </w:rPr>
      </w:pPr>
      <w:r>
        <w:rPr>
          <w:b/>
        </w:rPr>
        <w:t>Electrical:</w:t>
      </w:r>
    </w:p>
    <w:p w:rsidR="00375BCB" w:rsidRDefault="00375BCB" w:rsidP="00A4605B">
      <w:pPr>
        <w:ind w:left="360"/>
        <w:rPr>
          <w:b/>
        </w:rPr>
      </w:pPr>
    </w:p>
    <w:p w:rsidR="00125E3E" w:rsidRDefault="00263D9E" w:rsidP="00377A1F">
      <w:pPr>
        <w:numPr>
          <w:ilvl w:val="0"/>
          <w:numId w:val="37"/>
        </w:numPr>
        <w:ind w:left="360"/>
      </w:pPr>
      <w:r>
        <w:t>Excavation of duct bank from NE GSU cor</w:t>
      </w:r>
      <w:r w:rsidR="00742588">
        <w:t>ner south to unit 100 completed.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Working stub-up’s at unit 100.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Excavation for duct banks south of unit 100 I progress.</w:t>
      </w:r>
    </w:p>
    <w:p w:rsidR="00125E3E" w:rsidRDefault="00125E3E" w:rsidP="00A4605B">
      <w:pPr>
        <w:ind w:left="360"/>
        <w:rPr>
          <w:b/>
        </w:rPr>
      </w:pPr>
    </w:p>
    <w:p w:rsidR="00377A1F" w:rsidRDefault="00125E3E" w:rsidP="00DA224D">
      <w:pPr>
        <w:ind w:left="360"/>
        <w:rPr>
          <w:b/>
        </w:rPr>
      </w:pPr>
      <w:r>
        <w:rPr>
          <w:b/>
        </w:rPr>
        <w:t>Scheduled Items</w:t>
      </w:r>
      <w:r w:rsidR="00DA224D">
        <w:rPr>
          <w:b/>
        </w:rPr>
        <w:t>:</w:t>
      </w:r>
    </w:p>
    <w:p w:rsidR="00C54D1E" w:rsidRPr="00521CDD" w:rsidRDefault="00C54D1E" w:rsidP="00742588">
      <w:pPr>
        <w:rPr>
          <w:b/>
        </w:rPr>
      </w:pPr>
    </w:p>
    <w:p w:rsidR="00DA224D" w:rsidRPr="007F2247" w:rsidRDefault="00521CDD" w:rsidP="007F2247">
      <w:pPr>
        <w:numPr>
          <w:ilvl w:val="0"/>
          <w:numId w:val="37"/>
        </w:numPr>
        <w:ind w:left="360"/>
        <w:rPr>
          <w:b/>
        </w:rPr>
      </w:pPr>
      <w:r>
        <w:t>Light pole on inlet approach is bent over and paper work sent t</w:t>
      </w:r>
      <w:r w:rsidR="007F2247">
        <w:t>o EDC to repair or replace pole, 2 weeks now and still no action take</w:t>
      </w:r>
      <w:r w:rsidR="00E15415">
        <w:t>n.</w:t>
      </w:r>
    </w:p>
    <w:p w:rsidR="006652B7" w:rsidRPr="00E15415" w:rsidRDefault="006652B7" w:rsidP="00C54D1E">
      <w:pPr>
        <w:numPr>
          <w:ilvl w:val="0"/>
          <w:numId w:val="37"/>
        </w:numPr>
        <w:ind w:left="360"/>
        <w:rPr>
          <w:b/>
        </w:rPr>
      </w:pPr>
      <w:r>
        <w:t>GSU # 100 conta</w:t>
      </w:r>
      <w:r w:rsidR="00E71465">
        <w:t>inment wall strip forms, paint, and begin back fill.</w:t>
      </w:r>
    </w:p>
    <w:p w:rsidR="00E15415" w:rsidRPr="00E15415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 xml:space="preserve">GSU # 200  </w:t>
      </w:r>
      <w:r w:rsidR="00263D9E">
        <w:t xml:space="preserve">containment </w:t>
      </w:r>
      <w:r w:rsidR="00742588">
        <w:t>wall will pour 11 Aug.</w:t>
      </w:r>
    </w:p>
    <w:p w:rsidR="00E15415" w:rsidRPr="00124F40" w:rsidRDefault="00E15415" w:rsidP="00C54D1E">
      <w:pPr>
        <w:numPr>
          <w:ilvl w:val="0"/>
          <w:numId w:val="37"/>
        </w:numPr>
        <w:ind w:left="360"/>
        <w:rPr>
          <w:b/>
        </w:rPr>
      </w:pPr>
      <w:r>
        <w:t>GSU # 300 containment wall to pour</w:t>
      </w:r>
      <w:r w:rsidR="00742588">
        <w:t xml:space="preserve"> 12 Aug.</w:t>
      </w:r>
    </w:p>
    <w:p w:rsidR="00DA224D" w:rsidRDefault="00DA224D" w:rsidP="00B67129"/>
    <w:p w:rsidR="004B6A6E" w:rsidRDefault="001F120F" w:rsidP="00664965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s;</w:t>
      </w:r>
    </w:p>
    <w:p w:rsidR="00132197" w:rsidRDefault="00132197" w:rsidP="00F374E8"/>
    <w:p w:rsidR="004834E8" w:rsidRDefault="00E85D09" w:rsidP="00F06CFE">
      <w:pPr>
        <w:numPr>
          <w:ilvl w:val="0"/>
          <w:numId w:val="35"/>
        </w:numPr>
        <w:ind w:left="360"/>
        <w:rPr>
          <w:b/>
        </w:rPr>
      </w:pPr>
      <w:r w:rsidRPr="00664965">
        <w:rPr>
          <w:b/>
        </w:rPr>
        <w:t xml:space="preserve">We need a schedule from EDC on when the services will be </w:t>
      </w:r>
      <w:r w:rsidR="00F06CFE" w:rsidRPr="00664965">
        <w:rPr>
          <w:b/>
        </w:rPr>
        <w:t>installed;</w:t>
      </w:r>
      <w:r w:rsidRPr="00664965">
        <w:rPr>
          <w:b/>
        </w:rPr>
        <w:t xml:space="preserve"> these include the water pipe line, </w:t>
      </w:r>
      <w:r w:rsidR="0074137B" w:rsidRPr="00664965">
        <w:rPr>
          <w:b/>
        </w:rPr>
        <w:t>t</w:t>
      </w:r>
      <w:r w:rsidRPr="00664965">
        <w:rPr>
          <w:b/>
        </w:rPr>
        <w:t>he gas pipe line and the 1.5 MWATT construction temp feeder for commissioning the plant.</w:t>
      </w:r>
    </w:p>
    <w:p w:rsidR="00DB2CFF" w:rsidRPr="00664965" w:rsidRDefault="00DB2CFF" w:rsidP="00F06CFE">
      <w:pPr>
        <w:numPr>
          <w:ilvl w:val="0"/>
          <w:numId w:val="35"/>
        </w:numPr>
        <w:ind w:left="360"/>
        <w:rPr>
          <w:b/>
        </w:rPr>
      </w:pPr>
      <w:r>
        <w:rPr>
          <w:b/>
        </w:rPr>
        <w:t>Water Treatment module requires 320 GPM to function correctly.</w:t>
      </w:r>
    </w:p>
    <w:p w:rsidR="005D7A8D" w:rsidRPr="005D7A8D" w:rsidRDefault="004834E8" w:rsidP="004834E8">
      <w:pPr>
        <w:numPr>
          <w:ilvl w:val="0"/>
          <w:numId w:val="35"/>
        </w:numPr>
        <w:ind w:left="360"/>
        <w:rPr>
          <w:b/>
        </w:rPr>
      </w:pPr>
      <w:r>
        <w:t>Underground drawing’s still major concern.</w:t>
      </w:r>
    </w:p>
    <w:p w:rsidR="000D48C3" w:rsidRPr="004834E8" w:rsidRDefault="00742588" w:rsidP="004834E8">
      <w:pPr>
        <w:numPr>
          <w:ilvl w:val="0"/>
          <w:numId w:val="35"/>
        </w:numPr>
        <w:ind w:left="360"/>
        <w:rPr>
          <w:b/>
        </w:rPr>
      </w:pPr>
      <w:r>
        <w:t>Inspection of damaged Turbine Base for 2500 completed with surveyor</w:t>
      </w:r>
      <w:r w:rsidR="00593160">
        <w:t>, ( Thomas McDonald ). This required removing the complete Wilson Fire Protection Cabinet and de-terminating all sensors and controllers.</w:t>
      </w:r>
      <w:r w:rsidR="00E774F5">
        <w:t xml:space="preserve">  </w:t>
      </w:r>
      <w:r w:rsidR="00E71465">
        <w:t>All wires</w:t>
      </w:r>
      <w:r w:rsidR="007034E7">
        <w:t xml:space="preserve"> de termed and crushed JB with controllers stored in conex.</w:t>
      </w:r>
    </w:p>
    <w:p w:rsidR="000331AE" w:rsidRPr="00B0232D" w:rsidRDefault="000331AE" w:rsidP="003F7CF6">
      <w:pPr>
        <w:jc w:val="right"/>
        <w:rPr>
          <w:b/>
        </w:rPr>
      </w:pPr>
    </w:p>
    <w:sectPr w:rsidR="000331AE" w:rsidRPr="00B0232D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713" w:rsidRDefault="00A91713">
      <w:r>
        <w:separator/>
      </w:r>
    </w:p>
  </w:endnote>
  <w:endnote w:type="continuationSeparator" w:id="0">
    <w:p w:rsidR="00A91713" w:rsidRDefault="00A91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E82D82">
          <w:pPr>
            <w:pStyle w:val="Footer"/>
          </w:pPr>
          <w:r w:rsidRPr="000E0FE8">
            <w:t xml:space="preserve">Page </w:t>
          </w:r>
          <w:r w:rsidR="0091343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913437" w:rsidRPr="00F62712">
            <w:rPr>
              <w:i w:val="0"/>
            </w:rPr>
            <w:fldChar w:fldCharType="separate"/>
          </w:r>
          <w:r w:rsidR="007034E7">
            <w:rPr>
              <w:i w:val="0"/>
              <w:noProof/>
            </w:rPr>
            <w:t>2</w:t>
          </w:r>
          <w:r w:rsidR="0091343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237BC9">
      <w:tc>
        <w:tcPr>
          <w:tcW w:w="2136" w:type="dxa"/>
          <w:vAlign w:val="center"/>
        </w:tcPr>
        <w:p w:rsidR="00237BC9" w:rsidRDefault="00124F40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237BC9" w:rsidRPr="000E0FE8" w:rsidRDefault="00237BC9" w:rsidP="007A4374">
          <w:pPr>
            <w:pStyle w:val="Footer"/>
          </w:pPr>
          <w:r w:rsidRPr="000E0FE8">
            <w:t xml:space="preserve">Page </w:t>
          </w:r>
          <w:r w:rsidR="0091343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913437" w:rsidRPr="00F62712">
            <w:rPr>
              <w:i w:val="0"/>
            </w:rPr>
            <w:fldChar w:fldCharType="separate"/>
          </w:r>
          <w:r w:rsidR="007034E7">
            <w:rPr>
              <w:i w:val="0"/>
              <w:noProof/>
            </w:rPr>
            <w:t>1</w:t>
          </w:r>
          <w:r w:rsidR="0091343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237BC9" w:rsidRDefault="00237BC9" w:rsidP="005B26AD"/>
      </w:tc>
    </w:tr>
  </w:tbl>
  <w:p w:rsidR="00237BC9" w:rsidRDefault="00237BC9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713" w:rsidRDefault="00A91713">
      <w:r>
        <w:separator/>
      </w:r>
    </w:p>
  </w:footnote>
  <w:footnote w:type="continuationSeparator" w:id="0">
    <w:p w:rsidR="00A91713" w:rsidRDefault="00A91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237BC9">
      <w:tc>
        <w:tcPr>
          <w:tcW w:w="3888" w:type="dxa"/>
          <w:vAlign w:val="center"/>
        </w:tcPr>
        <w:p w:rsidR="00237BC9" w:rsidRPr="00F62712" w:rsidRDefault="00124F4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237BC9" w:rsidRPr="00F62712" w:rsidRDefault="00237BC9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</w:t>
          </w:r>
          <w:r w:rsidR="00217144">
            <w:rPr>
              <w:rFonts w:ascii="Arial" w:hAnsi="Arial" w:cs="Arial"/>
              <w:sz w:val="40"/>
              <w:szCs w:val="40"/>
            </w:rPr>
            <w:t>Guarenas Power Project</w:t>
          </w:r>
        </w:p>
      </w:tc>
    </w:tr>
    <w:tr w:rsidR="00237BC9">
      <w:tc>
        <w:tcPr>
          <w:tcW w:w="3888" w:type="dxa"/>
        </w:tcPr>
        <w:p w:rsidR="00237BC9" w:rsidRDefault="00237BC9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 w:rsidR="007F3FEE">
            <w:rPr>
              <w:rFonts w:ascii="Arial" w:hAnsi="Arial" w:cs="Arial"/>
            </w:rPr>
            <w:t xml:space="preserve"> </w:t>
          </w:r>
        </w:p>
        <w:p w:rsidR="00753460" w:rsidRPr="00F62712" w:rsidRDefault="00E71465" w:rsidP="00FA7A37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11</w:t>
          </w:r>
          <w:r w:rsidR="004834E8">
            <w:rPr>
              <w:rFonts w:ascii="Arial" w:hAnsi="Arial" w:cs="Arial"/>
            </w:rPr>
            <w:t>AUG</w:t>
          </w:r>
          <w:r w:rsidR="00A47BEF">
            <w:rPr>
              <w:rFonts w:ascii="Arial" w:hAnsi="Arial" w:cs="Arial"/>
            </w:rPr>
            <w:t>10</w:t>
          </w:r>
        </w:p>
      </w:tc>
      <w:tc>
        <w:tcPr>
          <w:tcW w:w="5688" w:type="dxa"/>
        </w:tcPr>
        <w:p w:rsidR="00237BC9" w:rsidRDefault="00237BC9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753460">
            <w:rPr>
              <w:rFonts w:ascii="Arial" w:hAnsi="Arial" w:cs="Arial"/>
            </w:rPr>
            <w:t>Guarenas Power Project</w:t>
          </w:r>
        </w:p>
        <w:p w:rsidR="00EB3D0A" w:rsidRPr="00F62712" w:rsidRDefault="00EB3D0A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Guarenas, Venezuela</w:t>
          </w:r>
        </w:p>
      </w:tc>
    </w:tr>
    <w:tr w:rsidR="00237BC9">
      <w:tc>
        <w:tcPr>
          <w:tcW w:w="3888" w:type="dxa"/>
        </w:tcPr>
        <w:p w:rsidR="00237BC9" w:rsidRPr="00753460" w:rsidRDefault="00237BC9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A47BEF">
            <w:rPr>
              <w:rFonts w:ascii="Arial" w:hAnsi="Arial" w:cs="Arial"/>
            </w:rPr>
            <w:t>y: Roger Barr</w:t>
          </w:r>
        </w:p>
      </w:tc>
      <w:tc>
        <w:tcPr>
          <w:tcW w:w="5688" w:type="dxa"/>
        </w:tcPr>
        <w:p w:rsidR="00237BC9" w:rsidRPr="00F62712" w:rsidRDefault="00753460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237BC9" w:rsidRDefault="00237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28B8805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67266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47E5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2425"/>
    <w:rsid w:val="000A4F30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7DA"/>
    <w:rsid w:val="000C4D10"/>
    <w:rsid w:val="000C4F63"/>
    <w:rsid w:val="000C561D"/>
    <w:rsid w:val="000C632B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EF4"/>
    <w:rsid w:val="000E634B"/>
    <w:rsid w:val="000E6EE4"/>
    <w:rsid w:val="000E7529"/>
    <w:rsid w:val="000F17E6"/>
    <w:rsid w:val="000F1F1A"/>
    <w:rsid w:val="000F2397"/>
    <w:rsid w:val="000F3F78"/>
    <w:rsid w:val="000F56FF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4759"/>
    <w:rsid w:val="00155ADB"/>
    <w:rsid w:val="00155BF5"/>
    <w:rsid w:val="001560C2"/>
    <w:rsid w:val="00157FE3"/>
    <w:rsid w:val="00162DEB"/>
    <w:rsid w:val="00163E68"/>
    <w:rsid w:val="00164085"/>
    <w:rsid w:val="0016608A"/>
    <w:rsid w:val="001661E9"/>
    <w:rsid w:val="00166912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6D5"/>
    <w:rsid w:val="001A3A96"/>
    <w:rsid w:val="001A5353"/>
    <w:rsid w:val="001A5541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8CB"/>
    <w:rsid w:val="00203BE3"/>
    <w:rsid w:val="002046D9"/>
    <w:rsid w:val="00207BCB"/>
    <w:rsid w:val="00212121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FBB"/>
    <w:rsid w:val="00251129"/>
    <w:rsid w:val="00255F4D"/>
    <w:rsid w:val="002572DE"/>
    <w:rsid w:val="00260FBA"/>
    <w:rsid w:val="002622E6"/>
    <w:rsid w:val="00262A99"/>
    <w:rsid w:val="00263D9E"/>
    <w:rsid w:val="002641D8"/>
    <w:rsid w:val="0026451F"/>
    <w:rsid w:val="00264D4F"/>
    <w:rsid w:val="00264FAA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5B9"/>
    <w:rsid w:val="002B46BD"/>
    <w:rsid w:val="002B4983"/>
    <w:rsid w:val="002B73E5"/>
    <w:rsid w:val="002C01BB"/>
    <w:rsid w:val="002C0CD5"/>
    <w:rsid w:val="002C18B2"/>
    <w:rsid w:val="002C3CB3"/>
    <w:rsid w:val="002C3DEF"/>
    <w:rsid w:val="002C6C17"/>
    <w:rsid w:val="002C6DB9"/>
    <w:rsid w:val="002D007A"/>
    <w:rsid w:val="002D00A7"/>
    <w:rsid w:val="002D217B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480B"/>
    <w:rsid w:val="00354EF4"/>
    <w:rsid w:val="003551C6"/>
    <w:rsid w:val="00355D9E"/>
    <w:rsid w:val="00356256"/>
    <w:rsid w:val="00356A59"/>
    <w:rsid w:val="00356C85"/>
    <w:rsid w:val="003615EC"/>
    <w:rsid w:val="003618FD"/>
    <w:rsid w:val="00363C2C"/>
    <w:rsid w:val="00366B0F"/>
    <w:rsid w:val="003672DF"/>
    <w:rsid w:val="00367BE6"/>
    <w:rsid w:val="0037212D"/>
    <w:rsid w:val="00375135"/>
    <w:rsid w:val="003753A2"/>
    <w:rsid w:val="00375BCB"/>
    <w:rsid w:val="00377111"/>
    <w:rsid w:val="00377A1F"/>
    <w:rsid w:val="003803E6"/>
    <w:rsid w:val="00380510"/>
    <w:rsid w:val="003824DF"/>
    <w:rsid w:val="0038271B"/>
    <w:rsid w:val="0038326B"/>
    <w:rsid w:val="003832A6"/>
    <w:rsid w:val="0038591B"/>
    <w:rsid w:val="00386414"/>
    <w:rsid w:val="00387A19"/>
    <w:rsid w:val="0039159C"/>
    <w:rsid w:val="00391613"/>
    <w:rsid w:val="003919F9"/>
    <w:rsid w:val="0039276E"/>
    <w:rsid w:val="0039306C"/>
    <w:rsid w:val="00393F60"/>
    <w:rsid w:val="00393F75"/>
    <w:rsid w:val="00394C1B"/>
    <w:rsid w:val="00394C27"/>
    <w:rsid w:val="003962B4"/>
    <w:rsid w:val="00397E9B"/>
    <w:rsid w:val="003A14B2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62A87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32"/>
    <w:rsid w:val="00496D95"/>
    <w:rsid w:val="00497708"/>
    <w:rsid w:val="0049789B"/>
    <w:rsid w:val="00497B01"/>
    <w:rsid w:val="004A1160"/>
    <w:rsid w:val="004A33A5"/>
    <w:rsid w:val="004A3C1C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3B8"/>
    <w:rsid w:val="0058075A"/>
    <w:rsid w:val="00591A55"/>
    <w:rsid w:val="00592262"/>
    <w:rsid w:val="005922C6"/>
    <w:rsid w:val="00593160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D7A8D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1F41"/>
    <w:rsid w:val="006C35A8"/>
    <w:rsid w:val="006C47FD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34E7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F2C"/>
    <w:rsid w:val="00723F9A"/>
    <w:rsid w:val="007249C0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2588"/>
    <w:rsid w:val="00743020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47C8"/>
    <w:rsid w:val="00776186"/>
    <w:rsid w:val="00780BD1"/>
    <w:rsid w:val="00781CC0"/>
    <w:rsid w:val="007825BB"/>
    <w:rsid w:val="007826AF"/>
    <w:rsid w:val="00784E43"/>
    <w:rsid w:val="007909C1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850"/>
    <w:rsid w:val="007C5015"/>
    <w:rsid w:val="007C62C8"/>
    <w:rsid w:val="007D0652"/>
    <w:rsid w:val="007D0D29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3A64"/>
    <w:rsid w:val="00823A83"/>
    <w:rsid w:val="00826431"/>
    <w:rsid w:val="00830753"/>
    <w:rsid w:val="00832101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448D"/>
    <w:rsid w:val="00864D9A"/>
    <w:rsid w:val="0086538E"/>
    <w:rsid w:val="00866238"/>
    <w:rsid w:val="0086647E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A0C97"/>
    <w:rsid w:val="008A11ED"/>
    <w:rsid w:val="008A144F"/>
    <w:rsid w:val="008A1F01"/>
    <w:rsid w:val="008A2D87"/>
    <w:rsid w:val="008A327B"/>
    <w:rsid w:val="008A3AF1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14CE"/>
    <w:rsid w:val="008C2313"/>
    <w:rsid w:val="008C3044"/>
    <w:rsid w:val="008C322A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6CA5"/>
    <w:rsid w:val="008E73B1"/>
    <w:rsid w:val="008F0801"/>
    <w:rsid w:val="008F0DE5"/>
    <w:rsid w:val="008F1DA0"/>
    <w:rsid w:val="008F2E14"/>
    <w:rsid w:val="008F5EE1"/>
    <w:rsid w:val="008F605E"/>
    <w:rsid w:val="008F7682"/>
    <w:rsid w:val="008F7D2B"/>
    <w:rsid w:val="00901051"/>
    <w:rsid w:val="009025F6"/>
    <w:rsid w:val="009036A6"/>
    <w:rsid w:val="00904ED4"/>
    <w:rsid w:val="00905C75"/>
    <w:rsid w:val="00906384"/>
    <w:rsid w:val="00910FB4"/>
    <w:rsid w:val="00913437"/>
    <w:rsid w:val="00913BC9"/>
    <w:rsid w:val="009141B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DB9"/>
    <w:rsid w:val="00953153"/>
    <w:rsid w:val="0095403E"/>
    <w:rsid w:val="00954676"/>
    <w:rsid w:val="0095668D"/>
    <w:rsid w:val="00957817"/>
    <w:rsid w:val="0096116C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39B"/>
    <w:rsid w:val="00975FBF"/>
    <w:rsid w:val="009768D2"/>
    <w:rsid w:val="009769EC"/>
    <w:rsid w:val="00977720"/>
    <w:rsid w:val="00981178"/>
    <w:rsid w:val="00982EC1"/>
    <w:rsid w:val="00982FD3"/>
    <w:rsid w:val="00984B0D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716A4"/>
    <w:rsid w:val="00A727C3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59AA"/>
    <w:rsid w:val="00A87D0D"/>
    <w:rsid w:val="00A91713"/>
    <w:rsid w:val="00A91D34"/>
    <w:rsid w:val="00A92CE7"/>
    <w:rsid w:val="00A940C8"/>
    <w:rsid w:val="00A942E2"/>
    <w:rsid w:val="00A95281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C5D"/>
    <w:rsid w:val="00AE482F"/>
    <w:rsid w:val="00AE5ACD"/>
    <w:rsid w:val="00AE75CF"/>
    <w:rsid w:val="00AF2D6B"/>
    <w:rsid w:val="00AF3239"/>
    <w:rsid w:val="00AF4ACF"/>
    <w:rsid w:val="00AF5553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10731"/>
    <w:rsid w:val="00B10CD1"/>
    <w:rsid w:val="00B111C2"/>
    <w:rsid w:val="00B113A5"/>
    <w:rsid w:val="00B1280E"/>
    <w:rsid w:val="00B12FC0"/>
    <w:rsid w:val="00B13394"/>
    <w:rsid w:val="00B141F0"/>
    <w:rsid w:val="00B150D0"/>
    <w:rsid w:val="00B1621A"/>
    <w:rsid w:val="00B16449"/>
    <w:rsid w:val="00B1687C"/>
    <w:rsid w:val="00B174CF"/>
    <w:rsid w:val="00B209B3"/>
    <w:rsid w:val="00B20A3A"/>
    <w:rsid w:val="00B210B7"/>
    <w:rsid w:val="00B23055"/>
    <w:rsid w:val="00B24A00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06AD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300A"/>
    <w:rsid w:val="00B63AC3"/>
    <w:rsid w:val="00B63D36"/>
    <w:rsid w:val="00B6539E"/>
    <w:rsid w:val="00B6573C"/>
    <w:rsid w:val="00B67129"/>
    <w:rsid w:val="00B67313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513C"/>
    <w:rsid w:val="00BA73FB"/>
    <w:rsid w:val="00BA7C33"/>
    <w:rsid w:val="00BA7EED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208E"/>
    <w:rsid w:val="00BD3157"/>
    <w:rsid w:val="00BD43A0"/>
    <w:rsid w:val="00BD445B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5EB7"/>
    <w:rsid w:val="00BF62B3"/>
    <w:rsid w:val="00BF65D9"/>
    <w:rsid w:val="00BF74A3"/>
    <w:rsid w:val="00BF7A7C"/>
    <w:rsid w:val="00BF7D2D"/>
    <w:rsid w:val="00C01564"/>
    <w:rsid w:val="00C02961"/>
    <w:rsid w:val="00C039EE"/>
    <w:rsid w:val="00C041CB"/>
    <w:rsid w:val="00C05298"/>
    <w:rsid w:val="00C064E2"/>
    <w:rsid w:val="00C068EB"/>
    <w:rsid w:val="00C0711B"/>
    <w:rsid w:val="00C10A5D"/>
    <w:rsid w:val="00C10BC4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5051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3FA"/>
    <w:rsid w:val="00C85DE9"/>
    <w:rsid w:val="00C86098"/>
    <w:rsid w:val="00C8707A"/>
    <w:rsid w:val="00C87C7E"/>
    <w:rsid w:val="00C9097A"/>
    <w:rsid w:val="00C9195F"/>
    <w:rsid w:val="00C94BE7"/>
    <w:rsid w:val="00C95836"/>
    <w:rsid w:val="00C96397"/>
    <w:rsid w:val="00C963F9"/>
    <w:rsid w:val="00C966D8"/>
    <w:rsid w:val="00CA0C35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5318"/>
    <w:rsid w:val="00CE1EB2"/>
    <w:rsid w:val="00CE3E74"/>
    <w:rsid w:val="00CE46FC"/>
    <w:rsid w:val="00CE4910"/>
    <w:rsid w:val="00CE4B3D"/>
    <w:rsid w:val="00CE610D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7E78"/>
    <w:rsid w:val="00D109FE"/>
    <w:rsid w:val="00D11813"/>
    <w:rsid w:val="00D11B8A"/>
    <w:rsid w:val="00D120A9"/>
    <w:rsid w:val="00D12898"/>
    <w:rsid w:val="00D140A9"/>
    <w:rsid w:val="00D15703"/>
    <w:rsid w:val="00D15798"/>
    <w:rsid w:val="00D214AF"/>
    <w:rsid w:val="00D233FB"/>
    <w:rsid w:val="00D2382D"/>
    <w:rsid w:val="00D24D0E"/>
    <w:rsid w:val="00D2509B"/>
    <w:rsid w:val="00D255F9"/>
    <w:rsid w:val="00D3012E"/>
    <w:rsid w:val="00D30EF5"/>
    <w:rsid w:val="00D328FA"/>
    <w:rsid w:val="00D34032"/>
    <w:rsid w:val="00D340FF"/>
    <w:rsid w:val="00D34774"/>
    <w:rsid w:val="00D3492E"/>
    <w:rsid w:val="00D35F4E"/>
    <w:rsid w:val="00D43D59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3579"/>
    <w:rsid w:val="00D6401E"/>
    <w:rsid w:val="00D6483E"/>
    <w:rsid w:val="00D66524"/>
    <w:rsid w:val="00D6782D"/>
    <w:rsid w:val="00D7226E"/>
    <w:rsid w:val="00D72AF7"/>
    <w:rsid w:val="00D72CF3"/>
    <w:rsid w:val="00D7347F"/>
    <w:rsid w:val="00D73E20"/>
    <w:rsid w:val="00D758A1"/>
    <w:rsid w:val="00D76524"/>
    <w:rsid w:val="00D77786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A0D"/>
    <w:rsid w:val="00DA0362"/>
    <w:rsid w:val="00DA12F3"/>
    <w:rsid w:val="00DA224D"/>
    <w:rsid w:val="00DA26DF"/>
    <w:rsid w:val="00DA7C23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5016"/>
    <w:rsid w:val="00E3537F"/>
    <w:rsid w:val="00E3585B"/>
    <w:rsid w:val="00E35921"/>
    <w:rsid w:val="00E36632"/>
    <w:rsid w:val="00E37DE9"/>
    <w:rsid w:val="00E41FA3"/>
    <w:rsid w:val="00E4284D"/>
    <w:rsid w:val="00E42E37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7103F"/>
    <w:rsid w:val="00E7126C"/>
    <w:rsid w:val="00E71465"/>
    <w:rsid w:val="00E72704"/>
    <w:rsid w:val="00E74F80"/>
    <w:rsid w:val="00E774F5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3F5B"/>
    <w:rsid w:val="00ED53BE"/>
    <w:rsid w:val="00ED6CFC"/>
    <w:rsid w:val="00ED6EBD"/>
    <w:rsid w:val="00EE1C36"/>
    <w:rsid w:val="00EE1EF0"/>
    <w:rsid w:val="00EE2AC1"/>
    <w:rsid w:val="00EE2BEC"/>
    <w:rsid w:val="00EE3B11"/>
    <w:rsid w:val="00EE41EA"/>
    <w:rsid w:val="00EE6776"/>
    <w:rsid w:val="00EE6C6D"/>
    <w:rsid w:val="00EE7BC4"/>
    <w:rsid w:val="00EF13C1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7169"/>
    <w:rsid w:val="00F374E8"/>
    <w:rsid w:val="00F40392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BBF"/>
    <w:rsid w:val="00F86A6F"/>
    <w:rsid w:val="00F87934"/>
    <w:rsid w:val="00F87C13"/>
    <w:rsid w:val="00F90D45"/>
    <w:rsid w:val="00F92AD7"/>
    <w:rsid w:val="00F93C1A"/>
    <w:rsid w:val="00F93EB6"/>
    <w:rsid w:val="00FA1299"/>
    <w:rsid w:val="00FA2F1D"/>
    <w:rsid w:val="00FA2F6C"/>
    <w:rsid w:val="00FA46AB"/>
    <w:rsid w:val="00FA5236"/>
    <w:rsid w:val="00FA5F80"/>
    <w:rsid w:val="00FA6209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E64A2"/>
    <w:rsid w:val="00FF0D61"/>
    <w:rsid w:val="00FF1B02"/>
    <w:rsid w:val="00FF1D68"/>
    <w:rsid w:val="00FF23A4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47296-C88B-4C8B-A63F-34CCCF50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</Template>
  <TotalTime>74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rbarr</cp:lastModifiedBy>
  <cp:revision>2</cp:revision>
  <cp:lastPrinted>2010-08-11T21:56:00Z</cp:lastPrinted>
  <dcterms:created xsi:type="dcterms:W3CDTF">2010-08-12T15:54:00Z</dcterms:created>
  <dcterms:modified xsi:type="dcterms:W3CDTF">2010-08-12T15:54:00Z</dcterms:modified>
</cp:coreProperties>
</file>